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E8F80E" w14:textId="55D7876D" w:rsidR="00A35F77" w:rsidRPr="00A35F77" w:rsidRDefault="00A35F77" w:rsidP="00CB3721">
      <w:pPr>
        <w:pStyle w:val="Nadpis1"/>
        <w:rPr>
          <w:b w:val="0"/>
          <w:noProof/>
          <w:color w:val="auto"/>
          <w:sz w:val="18"/>
          <w:szCs w:val="18"/>
        </w:rPr>
      </w:pPr>
      <w:bookmarkStart w:id="0" w:name="_GoBack"/>
      <w:bookmarkEnd w:id="0"/>
      <w:r>
        <w:rPr>
          <w:b w:val="0"/>
          <w:noProof/>
          <w:color w:val="auto"/>
          <w:sz w:val="18"/>
          <w:szCs w:val="18"/>
        </w:rPr>
        <w:t>Příloha Smlouvy č. 1</w:t>
      </w:r>
    </w:p>
    <w:p w14:paraId="57837C7C" w14:textId="1844AE35" w:rsidR="001A59E1" w:rsidRDefault="00A35F77" w:rsidP="00A35F77">
      <w:pPr>
        <w:pStyle w:val="Nadpis1"/>
        <w:rPr>
          <w:noProof/>
        </w:rPr>
      </w:pPr>
      <w:r>
        <w:rPr>
          <w:noProof/>
        </w:rPr>
        <w:t>S</w:t>
      </w:r>
      <w:r w:rsidR="00A611E8">
        <w:rPr>
          <w:noProof/>
        </w:rPr>
        <w:t>pecifikace plnění</w:t>
      </w:r>
      <w:r w:rsidR="003C6780">
        <w:rPr>
          <w:noProof/>
        </w:rPr>
        <w:t xml:space="preserve"> – Portfolio licencí SŽ</w:t>
      </w:r>
    </w:p>
    <w:p w14:paraId="05868D1C" w14:textId="77777777" w:rsidR="00A35F77" w:rsidRPr="00A35F77" w:rsidRDefault="00A35F77" w:rsidP="00A35F77"/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5"/>
        <w:gridCol w:w="4827"/>
        <w:gridCol w:w="625"/>
      </w:tblGrid>
      <w:tr w:rsidR="0025323B" w:rsidRPr="001A59E1" w14:paraId="0B884234" w14:textId="77777777" w:rsidTr="002532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FDADE2" w14:textId="77777777" w:rsidR="0025323B" w:rsidRPr="001A59E1" w:rsidRDefault="0025323B">
            <w:pPr>
              <w:rPr>
                <w:b/>
                <w:bCs/>
              </w:rPr>
            </w:pPr>
            <w:proofErr w:type="spellStart"/>
            <w:r w:rsidRPr="001A59E1">
              <w:rPr>
                <w:b/>
                <w:bCs/>
              </w:rPr>
              <w:t>Renewal</w:t>
            </w:r>
            <w:proofErr w:type="spellEnd"/>
            <w:r w:rsidRPr="001A59E1">
              <w:rPr>
                <w:b/>
                <w:bCs/>
              </w:rPr>
              <w:t xml:space="preserve"> stávajících licencí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449331" w14:textId="77777777" w:rsidR="0025323B" w:rsidRPr="001A59E1" w:rsidRDefault="0025323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A59E1">
              <w:t> </w:t>
            </w:r>
          </w:p>
        </w:tc>
      </w:tr>
      <w:tr w:rsidR="0025323B" w:rsidRPr="001A59E1" w14:paraId="7F0B078B" w14:textId="77777777" w:rsidTr="0025323B">
        <w:trPr>
          <w:trHeight w:val="6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5" w:type="dxa"/>
            <w:tcBorders>
              <w:top w:val="single" w:sz="4" w:space="0" w:color="auto"/>
            </w:tcBorders>
            <w:hideMark/>
          </w:tcPr>
          <w:p w14:paraId="5F7DF0C3" w14:textId="77777777" w:rsidR="0025323B" w:rsidRPr="001A59E1" w:rsidRDefault="0025323B" w:rsidP="001A59E1">
            <w:pPr>
              <w:rPr>
                <w:b/>
                <w:bCs/>
              </w:rPr>
            </w:pPr>
            <w:r w:rsidRPr="001A59E1">
              <w:rPr>
                <w:b/>
                <w:bCs/>
              </w:rPr>
              <w:t>SKU</w:t>
            </w:r>
          </w:p>
        </w:tc>
        <w:tc>
          <w:tcPr>
            <w:tcW w:w="4827" w:type="dxa"/>
            <w:tcBorders>
              <w:top w:val="single" w:sz="4" w:space="0" w:color="auto"/>
            </w:tcBorders>
            <w:hideMark/>
          </w:tcPr>
          <w:p w14:paraId="7D8A4500" w14:textId="77777777" w:rsidR="0025323B" w:rsidRPr="001A59E1" w:rsidRDefault="0025323B" w:rsidP="001A5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1A59E1">
              <w:rPr>
                <w:b/>
                <w:bCs/>
              </w:rPr>
              <w:t>Popis</w:t>
            </w:r>
          </w:p>
        </w:tc>
        <w:tc>
          <w:tcPr>
            <w:tcW w:w="625" w:type="dxa"/>
            <w:tcBorders>
              <w:top w:val="single" w:sz="4" w:space="0" w:color="auto"/>
            </w:tcBorders>
            <w:hideMark/>
          </w:tcPr>
          <w:p w14:paraId="7AF6302C" w14:textId="77777777" w:rsidR="0025323B" w:rsidRPr="001A59E1" w:rsidRDefault="0025323B" w:rsidP="001A5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1A59E1">
              <w:rPr>
                <w:b/>
                <w:bCs/>
              </w:rPr>
              <w:t>Ks</w:t>
            </w:r>
          </w:p>
        </w:tc>
      </w:tr>
      <w:tr w:rsidR="0025323B" w:rsidRPr="001A59E1" w14:paraId="726F19BC" w14:textId="77777777" w:rsidTr="0025323B">
        <w:trPr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5" w:type="dxa"/>
            <w:hideMark/>
          </w:tcPr>
          <w:p w14:paraId="15A0EBAD" w14:textId="77777777" w:rsidR="0025323B" w:rsidRPr="001A59E1" w:rsidRDefault="0025323B" w:rsidP="001A59E1">
            <w:r w:rsidRPr="001A59E1">
              <w:t>W.CK.P1N</w:t>
            </w:r>
          </w:p>
        </w:tc>
        <w:tc>
          <w:tcPr>
            <w:tcW w:w="4827" w:type="dxa"/>
            <w:hideMark/>
          </w:tcPr>
          <w:p w14:paraId="597E0371" w14:textId="2C3ACEF5" w:rsidR="0025323B" w:rsidRPr="001A59E1" w:rsidRDefault="0025323B" w:rsidP="001A5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1A59E1">
              <w:t>Cadkon</w:t>
            </w:r>
            <w:proofErr w:type="spellEnd"/>
            <w:r w:rsidRPr="001A59E1">
              <w:t xml:space="preserve">+ Basic Network </w:t>
            </w:r>
            <w:proofErr w:type="spellStart"/>
            <w:r w:rsidRPr="001A59E1">
              <w:t>Annual</w:t>
            </w:r>
            <w:proofErr w:type="spellEnd"/>
            <w:r w:rsidRPr="001A59E1">
              <w:t xml:space="preserve"> </w:t>
            </w:r>
            <w:proofErr w:type="spellStart"/>
            <w:r w:rsidRPr="001A59E1">
              <w:t>Maintenance</w:t>
            </w:r>
            <w:proofErr w:type="spellEnd"/>
            <w:r w:rsidRPr="001A59E1">
              <w:t xml:space="preserve"> </w:t>
            </w:r>
            <w:proofErr w:type="spellStart"/>
            <w:r w:rsidRPr="001A59E1">
              <w:t>Renewal</w:t>
            </w:r>
            <w:proofErr w:type="spellEnd"/>
          </w:p>
        </w:tc>
        <w:tc>
          <w:tcPr>
            <w:tcW w:w="625" w:type="dxa"/>
            <w:hideMark/>
          </w:tcPr>
          <w:p w14:paraId="6E500C07" w14:textId="77777777" w:rsidR="0025323B" w:rsidRPr="001A59E1" w:rsidRDefault="0025323B" w:rsidP="001A5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A59E1">
              <w:t>80</w:t>
            </w:r>
          </w:p>
        </w:tc>
      </w:tr>
      <w:tr w:rsidR="0025323B" w:rsidRPr="001A59E1" w14:paraId="1BD2CAA4" w14:textId="77777777" w:rsidTr="0025323B">
        <w:trPr>
          <w:trHeight w:val="3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5" w:type="dxa"/>
            <w:hideMark/>
          </w:tcPr>
          <w:p w14:paraId="192795E0" w14:textId="77777777" w:rsidR="0025323B" w:rsidRPr="001A59E1" w:rsidRDefault="0025323B" w:rsidP="001A59E1">
            <w:r w:rsidRPr="001A59E1">
              <w:t>W.CK.P2N</w:t>
            </w:r>
          </w:p>
        </w:tc>
        <w:tc>
          <w:tcPr>
            <w:tcW w:w="4827" w:type="dxa"/>
            <w:hideMark/>
          </w:tcPr>
          <w:p w14:paraId="1EAD7942" w14:textId="77777777" w:rsidR="0025323B" w:rsidRPr="001A59E1" w:rsidRDefault="0025323B" w:rsidP="001A5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1A59E1">
              <w:t>Cadkon</w:t>
            </w:r>
            <w:proofErr w:type="spellEnd"/>
            <w:r w:rsidRPr="001A59E1">
              <w:t xml:space="preserve">+ MEP Network </w:t>
            </w:r>
            <w:proofErr w:type="spellStart"/>
            <w:r w:rsidRPr="001A59E1">
              <w:t>Annual</w:t>
            </w:r>
            <w:proofErr w:type="spellEnd"/>
            <w:r w:rsidRPr="001A59E1">
              <w:t xml:space="preserve"> </w:t>
            </w:r>
            <w:proofErr w:type="spellStart"/>
            <w:r w:rsidRPr="001A59E1">
              <w:t>Maintenance</w:t>
            </w:r>
            <w:proofErr w:type="spellEnd"/>
            <w:r w:rsidRPr="001A59E1">
              <w:t xml:space="preserve"> </w:t>
            </w:r>
            <w:proofErr w:type="spellStart"/>
            <w:r w:rsidRPr="001A59E1">
              <w:t>Renewal</w:t>
            </w:r>
            <w:proofErr w:type="spellEnd"/>
          </w:p>
        </w:tc>
        <w:tc>
          <w:tcPr>
            <w:tcW w:w="625" w:type="dxa"/>
            <w:hideMark/>
          </w:tcPr>
          <w:p w14:paraId="410E98B8" w14:textId="77777777" w:rsidR="0025323B" w:rsidRPr="001A59E1" w:rsidRDefault="0025323B" w:rsidP="001A5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A59E1">
              <w:t>6</w:t>
            </w:r>
          </w:p>
        </w:tc>
      </w:tr>
      <w:tr w:rsidR="0025323B" w:rsidRPr="001A59E1" w14:paraId="7DBBE51D" w14:textId="77777777" w:rsidTr="0025323B">
        <w:trPr>
          <w:trHeight w:val="3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5" w:type="dxa"/>
            <w:hideMark/>
          </w:tcPr>
          <w:p w14:paraId="322D1D10" w14:textId="77777777" w:rsidR="0025323B" w:rsidRPr="001A59E1" w:rsidRDefault="0025323B" w:rsidP="001A59E1">
            <w:r w:rsidRPr="001A59E1">
              <w:t>W.CK.P2N</w:t>
            </w:r>
          </w:p>
        </w:tc>
        <w:tc>
          <w:tcPr>
            <w:tcW w:w="4827" w:type="dxa"/>
            <w:hideMark/>
          </w:tcPr>
          <w:p w14:paraId="07C0C403" w14:textId="77777777" w:rsidR="0025323B" w:rsidRPr="001A59E1" w:rsidRDefault="0025323B" w:rsidP="001A5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1A59E1">
              <w:t>Cadkon</w:t>
            </w:r>
            <w:proofErr w:type="spellEnd"/>
            <w:r w:rsidRPr="001A59E1">
              <w:t xml:space="preserve">+ MEP Network </w:t>
            </w:r>
            <w:proofErr w:type="spellStart"/>
            <w:r w:rsidRPr="001A59E1">
              <w:t>Annual</w:t>
            </w:r>
            <w:proofErr w:type="spellEnd"/>
            <w:r w:rsidRPr="001A59E1">
              <w:t xml:space="preserve"> </w:t>
            </w:r>
            <w:proofErr w:type="spellStart"/>
            <w:r w:rsidRPr="001A59E1">
              <w:t>Maintenance</w:t>
            </w:r>
            <w:proofErr w:type="spellEnd"/>
            <w:r w:rsidRPr="001A59E1">
              <w:t xml:space="preserve"> </w:t>
            </w:r>
            <w:proofErr w:type="spellStart"/>
            <w:r w:rsidRPr="001A59E1">
              <w:t>Renewal</w:t>
            </w:r>
            <w:proofErr w:type="spellEnd"/>
          </w:p>
        </w:tc>
        <w:tc>
          <w:tcPr>
            <w:tcW w:w="625" w:type="dxa"/>
            <w:hideMark/>
          </w:tcPr>
          <w:p w14:paraId="0499F9ED" w14:textId="77777777" w:rsidR="0025323B" w:rsidRPr="001A59E1" w:rsidRDefault="0025323B" w:rsidP="001A5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A59E1">
              <w:t>15</w:t>
            </w:r>
          </w:p>
        </w:tc>
      </w:tr>
      <w:tr w:rsidR="0025323B" w:rsidRPr="001A59E1" w14:paraId="430BFF62" w14:textId="77777777" w:rsidTr="0025323B">
        <w:trPr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5" w:type="dxa"/>
            <w:hideMark/>
          </w:tcPr>
          <w:p w14:paraId="4E0CD59E" w14:textId="77777777" w:rsidR="0025323B" w:rsidRPr="001A59E1" w:rsidRDefault="0025323B" w:rsidP="001A59E1">
            <w:r w:rsidRPr="001A59E1">
              <w:t>W.CK.P2N</w:t>
            </w:r>
          </w:p>
        </w:tc>
        <w:tc>
          <w:tcPr>
            <w:tcW w:w="4827" w:type="dxa"/>
            <w:hideMark/>
          </w:tcPr>
          <w:p w14:paraId="5D6BEFA7" w14:textId="77777777" w:rsidR="0025323B" w:rsidRPr="001A59E1" w:rsidRDefault="0025323B" w:rsidP="001A5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1A59E1">
              <w:t>Cadkon</w:t>
            </w:r>
            <w:proofErr w:type="spellEnd"/>
            <w:r w:rsidRPr="001A59E1">
              <w:t xml:space="preserve">+ MEP Network </w:t>
            </w:r>
            <w:proofErr w:type="spellStart"/>
            <w:r w:rsidRPr="001A59E1">
              <w:t>Annual</w:t>
            </w:r>
            <w:proofErr w:type="spellEnd"/>
            <w:r w:rsidRPr="001A59E1">
              <w:t xml:space="preserve"> </w:t>
            </w:r>
            <w:proofErr w:type="spellStart"/>
            <w:r w:rsidRPr="001A59E1">
              <w:t>Maintenance</w:t>
            </w:r>
            <w:proofErr w:type="spellEnd"/>
            <w:r w:rsidRPr="001A59E1">
              <w:t xml:space="preserve"> </w:t>
            </w:r>
            <w:proofErr w:type="spellStart"/>
            <w:r w:rsidRPr="001A59E1">
              <w:t>Renewal</w:t>
            </w:r>
            <w:proofErr w:type="spellEnd"/>
          </w:p>
        </w:tc>
        <w:tc>
          <w:tcPr>
            <w:tcW w:w="625" w:type="dxa"/>
            <w:hideMark/>
          </w:tcPr>
          <w:p w14:paraId="75C0E0F1" w14:textId="77777777" w:rsidR="0025323B" w:rsidRPr="001A59E1" w:rsidRDefault="0025323B" w:rsidP="001A5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A59E1">
              <w:t>20</w:t>
            </w:r>
          </w:p>
        </w:tc>
      </w:tr>
      <w:tr w:rsidR="0025323B" w:rsidRPr="001A59E1" w14:paraId="5F6F569B" w14:textId="77777777" w:rsidTr="0025323B">
        <w:trPr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5" w:type="dxa"/>
            <w:hideMark/>
          </w:tcPr>
          <w:p w14:paraId="4DA0E003" w14:textId="77777777" w:rsidR="0025323B" w:rsidRPr="001A59E1" w:rsidRDefault="0025323B" w:rsidP="001A59E1">
            <w:r w:rsidRPr="001A59E1">
              <w:t>CK.LR</w:t>
            </w:r>
          </w:p>
        </w:tc>
        <w:tc>
          <w:tcPr>
            <w:tcW w:w="4827" w:type="dxa"/>
            <w:hideMark/>
          </w:tcPr>
          <w:p w14:paraId="2FBEB253" w14:textId="77777777" w:rsidR="0025323B" w:rsidRPr="001A59E1" w:rsidRDefault="0025323B" w:rsidP="001A5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1A59E1">
              <w:t>Cadkon</w:t>
            </w:r>
            <w:proofErr w:type="spellEnd"/>
            <w:r w:rsidRPr="001A59E1">
              <w:t xml:space="preserve">+ Late </w:t>
            </w:r>
            <w:proofErr w:type="spellStart"/>
            <w:r w:rsidRPr="001A59E1">
              <w:t>Renewal</w:t>
            </w:r>
            <w:proofErr w:type="spellEnd"/>
            <w:r w:rsidRPr="001A59E1">
              <w:t xml:space="preserve"> </w:t>
            </w:r>
            <w:proofErr w:type="spellStart"/>
            <w:r w:rsidRPr="001A59E1">
              <w:t>Fee</w:t>
            </w:r>
            <w:proofErr w:type="spellEnd"/>
          </w:p>
        </w:tc>
        <w:tc>
          <w:tcPr>
            <w:tcW w:w="625" w:type="dxa"/>
            <w:hideMark/>
          </w:tcPr>
          <w:p w14:paraId="4795D1DE" w14:textId="77777777" w:rsidR="0025323B" w:rsidRPr="001A59E1" w:rsidRDefault="0025323B" w:rsidP="001A5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A59E1">
              <w:t>121</w:t>
            </w:r>
          </w:p>
        </w:tc>
      </w:tr>
    </w:tbl>
    <w:p w14:paraId="57852ABA" w14:textId="1514BC2B" w:rsidR="006E15D8" w:rsidRDefault="006E15D8" w:rsidP="00183F03"/>
    <w:p w14:paraId="05CD0F02" w14:textId="77777777" w:rsidR="001A59E1" w:rsidRDefault="001A59E1" w:rsidP="00183F03"/>
    <w:p w14:paraId="7DDEDAB5" w14:textId="77777777" w:rsidR="001A59E1" w:rsidRPr="00183F03" w:rsidRDefault="001A59E1" w:rsidP="00183F03"/>
    <w:sectPr w:rsidR="001A59E1" w:rsidRPr="00183F0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59BA7B" w14:textId="77777777" w:rsidR="00160999" w:rsidRDefault="00160999" w:rsidP="00962258">
      <w:pPr>
        <w:spacing w:after="0" w:line="240" w:lineRule="auto"/>
      </w:pPr>
      <w:r>
        <w:separator/>
      </w:r>
    </w:p>
  </w:endnote>
  <w:endnote w:type="continuationSeparator" w:id="0">
    <w:p w14:paraId="7CEDDB23" w14:textId="77777777" w:rsidR="00160999" w:rsidRDefault="0016099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5D6A54" w14:textId="77777777" w:rsidR="006337F8" w:rsidRDefault="006337F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1405CFA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9CDFE0E" w14:textId="34E24F8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F199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F199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981B7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63179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8D2139" w14:textId="77777777" w:rsidR="00F1715C" w:rsidRDefault="00F1715C" w:rsidP="00D831A3">
          <w:pPr>
            <w:pStyle w:val="Zpat"/>
          </w:pPr>
        </w:p>
      </w:tc>
    </w:tr>
  </w:tbl>
  <w:p w14:paraId="2D3BB16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2D54F61" wp14:editId="3C53010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2B727F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75B1347" wp14:editId="5BFF6B4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272F4B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50995B9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DE2937" w14:textId="2EF58FA3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F199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F199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EDFDC4C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134E17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8A79336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FC743B4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3A7D1600" w14:textId="77777777" w:rsidR="00F1715C" w:rsidRDefault="00632A2D" w:rsidP="00460660">
          <w:pPr>
            <w:pStyle w:val="Zpat"/>
          </w:pPr>
          <w:r w:rsidRPr="00632A2D">
            <w:t>spravazeleznic.cz</w:t>
          </w:r>
        </w:p>
      </w:tc>
      <w:tc>
        <w:tcPr>
          <w:tcW w:w="2921" w:type="dxa"/>
        </w:tcPr>
        <w:p w14:paraId="09932861" w14:textId="228ED09E" w:rsidR="00CA5534" w:rsidRPr="006337F8" w:rsidRDefault="00CA5534" w:rsidP="00CA5534">
          <w:pPr>
            <w:pStyle w:val="Zpat"/>
            <w:rPr>
              <w:rFonts w:cs="TimesNewRoman"/>
              <w:b/>
              <w:bCs/>
              <w:szCs w:val="12"/>
            </w:rPr>
          </w:pPr>
          <w:r w:rsidRPr="006337F8">
            <w:rPr>
              <w:rFonts w:cs="TimesNewRoman"/>
              <w:b/>
              <w:bCs/>
              <w:szCs w:val="12"/>
            </w:rPr>
            <w:t>Správa železniční telematiky</w:t>
          </w:r>
        </w:p>
        <w:p w14:paraId="4A622F33" w14:textId="77777777" w:rsidR="006337F8" w:rsidRPr="006337F8" w:rsidRDefault="00CA5534" w:rsidP="00CA5534">
          <w:pPr>
            <w:pStyle w:val="Zpat"/>
            <w:rPr>
              <w:rFonts w:cs="Times-Roman"/>
              <w:b/>
              <w:bCs/>
              <w:szCs w:val="12"/>
            </w:rPr>
          </w:pPr>
          <w:r w:rsidRPr="006337F8">
            <w:rPr>
              <w:rFonts w:cs="Times-Roman"/>
              <w:b/>
              <w:bCs/>
              <w:szCs w:val="12"/>
            </w:rPr>
            <w:t>V Celnici 1028/10</w:t>
          </w:r>
        </w:p>
        <w:p w14:paraId="6D80CE4D" w14:textId="2DAFBFEA" w:rsidR="00CA5534" w:rsidRPr="006337F8" w:rsidRDefault="00CA5534" w:rsidP="00CA5534">
          <w:pPr>
            <w:pStyle w:val="Zpat"/>
            <w:rPr>
              <w:b/>
              <w:bCs/>
            </w:rPr>
          </w:pPr>
          <w:r w:rsidRPr="006337F8">
            <w:rPr>
              <w:b/>
              <w:bCs/>
              <w:szCs w:val="12"/>
            </w:rPr>
            <w:t>110 00</w:t>
          </w:r>
          <w:r w:rsidRPr="006337F8">
            <w:rPr>
              <w:b/>
              <w:bCs/>
              <w:szCs w:val="12"/>
            </w:rPr>
            <w:t> </w:t>
          </w:r>
          <w:r w:rsidRPr="006337F8">
            <w:rPr>
              <w:b/>
              <w:bCs/>
              <w:szCs w:val="12"/>
            </w:rPr>
            <w:t>Praha 1</w:t>
          </w:r>
        </w:p>
        <w:p w14:paraId="6BC1CE05" w14:textId="77777777" w:rsidR="00F1715C" w:rsidRPr="006337F8" w:rsidRDefault="00F1715C" w:rsidP="00460660">
          <w:pPr>
            <w:pStyle w:val="Zpat"/>
            <w:rPr>
              <w:b/>
              <w:bCs/>
            </w:rPr>
          </w:pPr>
        </w:p>
      </w:tc>
    </w:tr>
  </w:tbl>
  <w:p w14:paraId="5BC19014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7D6A4F6" wp14:editId="6083448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524E6D8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26E92D70" wp14:editId="5A80EA3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317474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C1401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515DF5" w14:textId="77777777" w:rsidR="00160999" w:rsidRDefault="00160999" w:rsidP="00962258">
      <w:pPr>
        <w:spacing w:after="0" w:line="240" w:lineRule="auto"/>
      </w:pPr>
      <w:r>
        <w:separator/>
      </w:r>
    </w:p>
  </w:footnote>
  <w:footnote w:type="continuationSeparator" w:id="0">
    <w:p w14:paraId="4C66739C" w14:textId="77777777" w:rsidR="00160999" w:rsidRDefault="0016099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CB9A60" w14:textId="77777777" w:rsidR="006337F8" w:rsidRDefault="006337F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460319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BA8742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7C3E4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6E0270" w14:textId="77777777" w:rsidR="00F1715C" w:rsidRPr="00D6163D" w:rsidRDefault="00F1715C" w:rsidP="00D6163D">
          <w:pPr>
            <w:pStyle w:val="Druhdokumentu"/>
          </w:pPr>
        </w:p>
      </w:tc>
    </w:tr>
  </w:tbl>
  <w:p w14:paraId="395B62D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428857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5D966F7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04FF47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6632251" w14:textId="77777777" w:rsidR="00F1715C" w:rsidRPr="00D6163D" w:rsidRDefault="00F1715C" w:rsidP="00FC6389">
          <w:pPr>
            <w:pStyle w:val="Druhdokumentu"/>
          </w:pPr>
        </w:p>
      </w:tc>
    </w:tr>
    <w:tr w:rsidR="009F392E" w14:paraId="7486FBE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31962D95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5F7BCD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F1D5D0A" w14:textId="77777777" w:rsidR="009F392E" w:rsidRPr="00D6163D" w:rsidRDefault="009F392E" w:rsidP="00FC6389">
          <w:pPr>
            <w:pStyle w:val="Druhdokumentu"/>
          </w:pPr>
        </w:p>
      </w:tc>
    </w:tr>
  </w:tbl>
  <w:p w14:paraId="7979F03B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0C44103" wp14:editId="33FEFA5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01ED4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0A7DA8"/>
    <w:multiLevelType w:val="hybridMultilevel"/>
    <w:tmpl w:val="DB96C22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5C22061"/>
    <w:multiLevelType w:val="hybridMultilevel"/>
    <w:tmpl w:val="9D0E8C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A52747C"/>
    <w:multiLevelType w:val="hybridMultilevel"/>
    <w:tmpl w:val="261C47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DD44E7"/>
    <w:multiLevelType w:val="hybridMultilevel"/>
    <w:tmpl w:val="08D6332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B31687E"/>
    <w:multiLevelType w:val="hybridMultilevel"/>
    <w:tmpl w:val="E3387EEE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B861A3A"/>
    <w:multiLevelType w:val="hybridMultilevel"/>
    <w:tmpl w:val="261C47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F76403"/>
    <w:multiLevelType w:val="multilevel"/>
    <w:tmpl w:val="0D34D660"/>
    <w:numStyleLink w:val="ListBulletmultilevel"/>
  </w:abstractNum>
  <w:abstractNum w:abstractNumId="11" w15:restartNumberingAfterBreak="0">
    <w:nsid w:val="2F9A5FAF"/>
    <w:multiLevelType w:val="hybridMultilevel"/>
    <w:tmpl w:val="F800DF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B0359C"/>
    <w:multiLevelType w:val="hybridMultilevel"/>
    <w:tmpl w:val="B8AE5DB4"/>
    <w:lvl w:ilvl="0" w:tplc="0405000F">
      <w:start w:val="1"/>
      <w:numFmt w:val="decimal"/>
      <w:lvlText w:val="%1."/>
      <w:lvlJc w:val="left"/>
      <w:pPr>
        <w:ind w:left="1068" w:hanging="360"/>
      </w:p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44B4C44"/>
    <w:multiLevelType w:val="multilevel"/>
    <w:tmpl w:val="CABE99FC"/>
    <w:numStyleLink w:val="ListNumbermultilevel"/>
  </w:abstractNum>
  <w:abstractNum w:abstractNumId="14" w15:restartNumberingAfterBreak="0">
    <w:nsid w:val="34EE549F"/>
    <w:multiLevelType w:val="multilevel"/>
    <w:tmpl w:val="CABE99FC"/>
    <w:numStyleLink w:val="ListNumbermultilevel"/>
  </w:abstractNum>
  <w:abstractNum w:abstractNumId="15" w15:restartNumberingAfterBreak="0">
    <w:nsid w:val="3F556B79"/>
    <w:multiLevelType w:val="hybridMultilevel"/>
    <w:tmpl w:val="32345C72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4ACB1CB6"/>
    <w:multiLevelType w:val="hybridMultilevel"/>
    <w:tmpl w:val="72B2AE5E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51F03517"/>
    <w:multiLevelType w:val="hybridMultilevel"/>
    <w:tmpl w:val="D2FA493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5ABD5936"/>
    <w:multiLevelType w:val="hybridMultilevel"/>
    <w:tmpl w:val="8FF4F886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9" w15:restartNumberingAfterBreak="0">
    <w:nsid w:val="6496204D"/>
    <w:multiLevelType w:val="hybridMultilevel"/>
    <w:tmpl w:val="DF7083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5F31C4"/>
    <w:multiLevelType w:val="hybridMultilevel"/>
    <w:tmpl w:val="F30843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AF0A8C"/>
    <w:multiLevelType w:val="multilevel"/>
    <w:tmpl w:val="0D34D660"/>
    <w:numStyleLink w:val="ListBulletmultilevel"/>
  </w:abstractNum>
  <w:abstractNum w:abstractNumId="22" w15:restartNumberingAfterBreak="0">
    <w:nsid w:val="6AC148A3"/>
    <w:multiLevelType w:val="hybridMultilevel"/>
    <w:tmpl w:val="EAEA9CE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6DA179E2"/>
    <w:multiLevelType w:val="hybridMultilevel"/>
    <w:tmpl w:val="54B4EE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070991"/>
    <w:multiLevelType w:val="multilevel"/>
    <w:tmpl w:val="CABE99FC"/>
    <w:numStyleLink w:val="ListNumbermultilevel"/>
  </w:abstractNum>
  <w:abstractNum w:abstractNumId="25" w15:restartNumberingAfterBreak="0">
    <w:nsid w:val="74831656"/>
    <w:multiLevelType w:val="hybridMultilevel"/>
    <w:tmpl w:val="2DA8D04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</w:num>
  <w:num w:numId="5">
    <w:abstractNumId w:val="9"/>
  </w:num>
  <w:num w:numId="6">
    <w:abstractNumId w:val="10"/>
  </w:num>
  <w:num w:numId="7">
    <w:abstractNumId w:val="0"/>
  </w:num>
  <w:num w:numId="8">
    <w:abstractNumId w:val="13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3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24"/>
  </w:num>
  <w:num w:numId="17">
    <w:abstractNumId w:val="4"/>
  </w:num>
  <w:num w:numId="18">
    <w:abstractNumId w:val="24"/>
  </w:num>
  <w:num w:numId="19">
    <w:abstractNumId w:val="24"/>
  </w:num>
  <w:num w:numId="20">
    <w:abstractNumId w:val="24"/>
  </w:num>
  <w:num w:numId="21">
    <w:abstractNumId w:val="24"/>
  </w:num>
  <w:num w:numId="22">
    <w:abstractNumId w:val="10"/>
  </w:num>
  <w:num w:numId="23">
    <w:abstractNumId w:val="3"/>
  </w:num>
  <w:num w:numId="24">
    <w:abstractNumId w:val="10"/>
  </w:num>
  <w:num w:numId="25">
    <w:abstractNumId w:val="10"/>
  </w:num>
  <w:num w:numId="26">
    <w:abstractNumId w:val="10"/>
  </w:num>
  <w:num w:numId="27">
    <w:abstractNumId w:val="10"/>
  </w:num>
  <w:num w:numId="28">
    <w:abstractNumId w:val="24"/>
  </w:num>
  <w:num w:numId="29">
    <w:abstractNumId w:val="4"/>
  </w:num>
  <w:num w:numId="30">
    <w:abstractNumId w:val="24"/>
  </w:num>
  <w:num w:numId="31">
    <w:abstractNumId w:val="24"/>
  </w:num>
  <w:num w:numId="32">
    <w:abstractNumId w:val="24"/>
  </w:num>
  <w:num w:numId="33">
    <w:abstractNumId w:val="24"/>
  </w:num>
  <w:num w:numId="34">
    <w:abstractNumId w:val="11"/>
  </w:num>
  <w:num w:numId="35">
    <w:abstractNumId w:val="23"/>
  </w:num>
  <w:num w:numId="36">
    <w:abstractNumId w:val="25"/>
  </w:num>
  <w:num w:numId="37">
    <w:abstractNumId w:val="17"/>
  </w:num>
  <w:num w:numId="38">
    <w:abstractNumId w:val="12"/>
  </w:num>
  <w:num w:numId="39">
    <w:abstractNumId w:val="6"/>
  </w:num>
  <w:num w:numId="40">
    <w:abstractNumId w:val="20"/>
  </w:num>
  <w:num w:numId="41">
    <w:abstractNumId w:val="1"/>
  </w:num>
  <w:num w:numId="42">
    <w:abstractNumId w:val="22"/>
  </w:num>
  <w:num w:numId="43">
    <w:abstractNumId w:val="15"/>
  </w:num>
  <w:num w:numId="44">
    <w:abstractNumId w:val="5"/>
  </w:num>
  <w:num w:numId="45">
    <w:abstractNumId w:val="16"/>
  </w:num>
  <w:num w:numId="46">
    <w:abstractNumId w:val="7"/>
  </w:num>
  <w:num w:numId="47">
    <w:abstractNumId w:val="8"/>
  </w:num>
  <w:num w:numId="48">
    <w:abstractNumId w:val="18"/>
  </w:num>
  <w:num w:numId="49">
    <w:abstractNumId w:val="19"/>
  </w:num>
  <w:num w:numId="5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3721"/>
    <w:rsid w:val="00020369"/>
    <w:rsid w:val="0002087D"/>
    <w:rsid w:val="00072C1E"/>
    <w:rsid w:val="000C25AD"/>
    <w:rsid w:val="000E02B4"/>
    <w:rsid w:val="000E23A7"/>
    <w:rsid w:val="000E5D15"/>
    <w:rsid w:val="0010693F"/>
    <w:rsid w:val="00114472"/>
    <w:rsid w:val="00143D0E"/>
    <w:rsid w:val="00153914"/>
    <w:rsid w:val="001550BC"/>
    <w:rsid w:val="001605B9"/>
    <w:rsid w:val="00160999"/>
    <w:rsid w:val="0017080A"/>
    <w:rsid w:val="00170EC5"/>
    <w:rsid w:val="001747C1"/>
    <w:rsid w:val="00177290"/>
    <w:rsid w:val="00183F03"/>
    <w:rsid w:val="00184743"/>
    <w:rsid w:val="00192F4C"/>
    <w:rsid w:val="00197B5E"/>
    <w:rsid w:val="001A59E1"/>
    <w:rsid w:val="001D120D"/>
    <w:rsid w:val="001D54D0"/>
    <w:rsid w:val="001F0105"/>
    <w:rsid w:val="00207DF5"/>
    <w:rsid w:val="00221DAA"/>
    <w:rsid w:val="00237B1A"/>
    <w:rsid w:val="0025323B"/>
    <w:rsid w:val="002551F2"/>
    <w:rsid w:val="00280E07"/>
    <w:rsid w:val="00284E0B"/>
    <w:rsid w:val="002B17CE"/>
    <w:rsid w:val="002C31BF"/>
    <w:rsid w:val="002D08B1"/>
    <w:rsid w:val="002E0CD7"/>
    <w:rsid w:val="002F75A9"/>
    <w:rsid w:val="00305D9A"/>
    <w:rsid w:val="0031675B"/>
    <w:rsid w:val="00331F9B"/>
    <w:rsid w:val="00341DCF"/>
    <w:rsid w:val="00355C6B"/>
    <w:rsid w:val="00357BC6"/>
    <w:rsid w:val="00380FC8"/>
    <w:rsid w:val="003956C6"/>
    <w:rsid w:val="003A0DF6"/>
    <w:rsid w:val="003A456D"/>
    <w:rsid w:val="003C6780"/>
    <w:rsid w:val="00441430"/>
    <w:rsid w:val="00450F07"/>
    <w:rsid w:val="00453CD3"/>
    <w:rsid w:val="00460660"/>
    <w:rsid w:val="00486107"/>
    <w:rsid w:val="00491827"/>
    <w:rsid w:val="004B348C"/>
    <w:rsid w:val="004B5611"/>
    <w:rsid w:val="004C4399"/>
    <w:rsid w:val="004C787C"/>
    <w:rsid w:val="004E143C"/>
    <w:rsid w:val="004E3A53"/>
    <w:rsid w:val="004F20BC"/>
    <w:rsid w:val="004F3A2C"/>
    <w:rsid w:val="004F4B9B"/>
    <w:rsid w:val="004F69EA"/>
    <w:rsid w:val="00511AB9"/>
    <w:rsid w:val="00520547"/>
    <w:rsid w:val="00523EA7"/>
    <w:rsid w:val="00553375"/>
    <w:rsid w:val="00557C28"/>
    <w:rsid w:val="005736B7"/>
    <w:rsid w:val="00575E5A"/>
    <w:rsid w:val="00576AFB"/>
    <w:rsid w:val="005976DD"/>
    <w:rsid w:val="005C0BC4"/>
    <w:rsid w:val="005F0F8B"/>
    <w:rsid w:val="005F1404"/>
    <w:rsid w:val="00602ACD"/>
    <w:rsid w:val="0060500D"/>
    <w:rsid w:val="0061068E"/>
    <w:rsid w:val="006260F3"/>
    <w:rsid w:val="00632A2D"/>
    <w:rsid w:val="006337F8"/>
    <w:rsid w:val="006474A6"/>
    <w:rsid w:val="00660AD3"/>
    <w:rsid w:val="006657EC"/>
    <w:rsid w:val="00677B7F"/>
    <w:rsid w:val="00696D1D"/>
    <w:rsid w:val="006A5570"/>
    <w:rsid w:val="006A689C"/>
    <w:rsid w:val="006B3D79"/>
    <w:rsid w:val="006D34D1"/>
    <w:rsid w:val="006D7AFE"/>
    <w:rsid w:val="006E0578"/>
    <w:rsid w:val="006E15D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4FE5"/>
    <w:rsid w:val="007C589B"/>
    <w:rsid w:val="007D7C7D"/>
    <w:rsid w:val="007E4A6E"/>
    <w:rsid w:val="007F56A7"/>
    <w:rsid w:val="00807069"/>
    <w:rsid w:val="00807DD0"/>
    <w:rsid w:val="008659F3"/>
    <w:rsid w:val="00884678"/>
    <w:rsid w:val="00886D4B"/>
    <w:rsid w:val="0089402C"/>
    <w:rsid w:val="00895406"/>
    <w:rsid w:val="008A3568"/>
    <w:rsid w:val="008B3978"/>
    <w:rsid w:val="008C1B63"/>
    <w:rsid w:val="008D03B9"/>
    <w:rsid w:val="008E7E4D"/>
    <w:rsid w:val="008F18D6"/>
    <w:rsid w:val="00904780"/>
    <w:rsid w:val="00922385"/>
    <w:rsid w:val="009223DF"/>
    <w:rsid w:val="00923DE9"/>
    <w:rsid w:val="00926E54"/>
    <w:rsid w:val="00936091"/>
    <w:rsid w:val="00940D8A"/>
    <w:rsid w:val="00962258"/>
    <w:rsid w:val="009678B7"/>
    <w:rsid w:val="009833E1"/>
    <w:rsid w:val="00992D9C"/>
    <w:rsid w:val="00995B14"/>
    <w:rsid w:val="00996682"/>
    <w:rsid w:val="00996CB8"/>
    <w:rsid w:val="009A2928"/>
    <w:rsid w:val="009B14A9"/>
    <w:rsid w:val="009B2048"/>
    <w:rsid w:val="009B2E97"/>
    <w:rsid w:val="009D083C"/>
    <w:rsid w:val="009E07F4"/>
    <w:rsid w:val="009F392E"/>
    <w:rsid w:val="00A06376"/>
    <w:rsid w:val="00A3061D"/>
    <w:rsid w:val="00A35F77"/>
    <w:rsid w:val="00A57C3A"/>
    <w:rsid w:val="00A611E8"/>
    <w:rsid w:val="00A6177B"/>
    <w:rsid w:val="00A66136"/>
    <w:rsid w:val="00AA4CBB"/>
    <w:rsid w:val="00AA65FA"/>
    <w:rsid w:val="00AA7351"/>
    <w:rsid w:val="00AB5E9B"/>
    <w:rsid w:val="00AD056F"/>
    <w:rsid w:val="00AD5D01"/>
    <w:rsid w:val="00AD6731"/>
    <w:rsid w:val="00B15D0D"/>
    <w:rsid w:val="00B65A89"/>
    <w:rsid w:val="00B75EE1"/>
    <w:rsid w:val="00B77481"/>
    <w:rsid w:val="00B8518B"/>
    <w:rsid w:val="00B957CF"/>
    <w:rsid w:val="00BA0CF3"/>
    <w:rsid w:val="00BD7E91"/>
    <w:rsid w:val="00C02D0A"/>
    <w:rsid w:val="00C03A6E"/>
    <w:rsid w:val="00C44F6A"/>
    <w:rsid w:val="00C47AE3"/>
    <w:rsid w:val="00C53165"/>
    <w:rsid w:val="00C87ACA"/>
    <w:rsid w:val="00CA5534"/>
    <w:rsid w:val="00CB3721"/>
    <w:rsid w:val="00CC0F16"/>
    <w:rsid w:val="00CD1FC4"/>
    <w:rsid w:val="00CF1994"/>
    <w:rsid w:val="00D21061"/>
    <w:rsid w:val="00D40F15"/>
    <w:rsid w:val="00D4108E"/>
    <w:rsid w:val="00D60E48"/>
    <w:rsid w:val="00D6163D"/>
    <w:rsid w:val="00D634DD"/>
    <w:rsid w:val="00D73D46"/>
    <w:rsid w:val="00D831A3"/>
    <w:rsid w:val="00D908A7"/>
    <w:rsid w:val="00DC1E8D"/>
    <w:rsid w:val="00DC75F3"/>
    <w:rsid w:val="00DD46F3"/>
    <w:rsid w:val="00DE0E89"/>
    <w:rsid w:val="00DE56F2"/>
    <w:rsid w:val="00DF116D"/>
    <w:rsid w:val="00E0112B"/>
    <w:rsid w:val="00E56FD5"/>
    <w:rsid w:val="00EA3E12"/>
    <w:rsid w:val="00EB104F"/>
    <w:rsid w:val="00ED14BD"/>
    <w:rsid w:val="00F045EC"/>
    <w:rsid w:val="00F0533E"/>
    <w:rsid w:val="00F1048D"/>
    <w:rsid w:val="00F10671"/>
    <w:rsid w:val="00F12DEC"/>
    <w:rsid w:val="00F1715C"/>
    <w:rsid w:val="00F310F8"/>
    <w:rsid w:val="00F35939"/>
    <w:rsid w:val="00F37756"/>
    <w:rsid w:val="00F45607"/>
    <w:rsid w:val="00F5558F"/>
    <w:rsid w:val="00F651AF"/>
    <w:rsid w:val="00F659EB"/>
    <w:rsid w:val="00F848C0"/>
    <w:rsid w:val="00F86BA6"/>
    <w:rsid w:val="00FB44B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FC2820"/>
  <w14:defaultImageDpi w14:val="32767"/>
  <w15:docId w15:val="{DAF1AA75-33BD-42F7-B9D5-135B68301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qFormat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9A29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A292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A292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A292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A2928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E02B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2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velJ\Desktop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lcf76f155ced4ddcb4097134ff3c332f xmlns="19435ce4-8ce6-4c37-9620-c84bd3b41f8a">
      <Terms xmlns="http://schemas.microsoft.com/office/infopath/2007/PartnerControls"/>
    </lcf76f155ced4ddcb4097134ff3c332f>
    <TaxCatchAll xmlns="203b9040-a825-4fbc-924f-eb73e4ecfc0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F4BA879A11E7A43AB5BB0823C68C03F" ma:contentTypeVersion="16" ma:contentTypeDescription="Vytvoří nový dokument" ma:contentTypeScope="" ma:versionID="e6cec9570efb0fbc4f2ff3af6cc0f083">
  <xsd:schema xmlns:xsd="http://www.w3.org/2001/XMLSchema" xmlns:xs="http://www.w3.org/2001/XMLSchema" xmlns:p="http://schemas.microsoft.com/office/2006/metadata/properties" xmlns:ns2="19435ce4-8ce6-4c37-9620-c84bd3b41f8a" xmlns:ns3="203b9040-a825-4fbc-924f-eb73e4ecfc01" targetNamespace="http://schemas.microsoft.com/office/2006/metadata/properties" ma:root="true" ma:fieldsID="f3eeb7f7f0762c42bd2795b99e674cc4" ns2:_="" ns3:_="">
    <xsd:import namespace="19435ce4-8ce6-4c37-9620-c84bd3b41f8a"/>
    <xsd:import namespace="203b9040-a825-4fbc-924f-eb73e4ecfc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435ce4-8ce6-4c37-9620-c84bd3b41f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9528a91f-2e03-4533-9257-29445d84df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3b9040-a825-4fbc-924f-eb73e4ecfc0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e6b8beb-3022-4f9f-b246-f3aa5897c1e9}" ma:internalName="TaxCatchAll" ma:showField="CatchAllData" ma:web="203b9040-a825-4fbc-924f-eb73e4ecfc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4F11B0-F4F7-4461-8860-BFDC343672CA}">
  <ds:schemaRefs>
    <ds:schemaRef ds:uri="http://schemas.microsoft.com/office/2006/metadata/properties"/>
    <ds:schemaRef ds:uri="19435ce4-8ce6-4c37-9620-c84bd3b41f8a"/>
    <ds:schemaRef ds:uri="http://schemas.microsoft.com/office/infopath/2007/PartnerControls"/>
    <ds:schemaRef ds:uri="203b9040-a825-4fbc-924f-eb73e4ecfc01"/>
  </ds:schemaRefs>
</ds:datastoreItem>
</file>

<file path=customXml/itemProps2.xml><?xml version="1.0" encoding="utf-8"?>
<ds:datastoreItem xmlns:ds="http://schemas.openxmlformats.org/officeDocument/2006/customXml" ds:itemID="{8313C3D0-1AE6-4337-B1B5-6707A82B9B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6831A1-F8CA-425B-A99F-DB8AC55DFE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435ce4-8ce6-4c37-9620-c84bd3b41f8a"/>
    <ds:schemaRef ds:uri="203b9040-a825-4fbc-924f-eb73e4ecfc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4726C8F-B6AA-44D3-8A10-7949BC200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3</TotalTime>
  <Pages>1</Pages>
  <Words>56</Words>
  <Characters>333</Characters>
  <Application>Microsoft Office Word</Application>
  <DocSecurity>0</DocSecurity>
  <Lines>2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NovakovaV@spravazeleznic.cz</dc:creator>
  <cp:lastModifiedBy>Mecerová Klára</cp:lastModifiedBy>
  <cp:revision>5</cp:revision>
  <cp:lastPrinted>2023-03-07T17:05:00Z</cp:lastPrinted>
  <dcterms:created xsi:type="dcterms:W3CDTF">2023-10-04T13:46:00Z</dcterms:created>
  <dcterms:modified xsi:type="dcterms:W3CDTF">2023-10-16T07:48:00Z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0x010100DF4BA879A11E7A43AB5BB0823C68C03F</vt:lpwstr>
  </property>
</Properties>
</file>